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2E7" w:rsidRPr="00624200" w:rsidRDefault="00C90988">
      <w:pPr>
        <w:rPr>
          <w:b/>
        </w:rPr>
      </w:pPr>
      <w:r w:rsidRPr="00624200">
        <w:rPr>
          <w:b/>
        </w:rPr>
        <w:t>Chemistry 1</w:t>
      </w:r>
      <w:r w:rsidRPr="00624200">
        <w:rPr>
          <w:b/>
          <w:vertAlign w:val="superscript"/>
        </w:rPr>
        <w:t>st</w:t>
      </w:r>
      <w:r w:rsidRPr="00624200">
        <w:rPr>
          <w:b/>
        </w:rPr>
        <w:t xml:space="preserve"> Semester Review</w:t>
      </w:r>
    </w:p>
    <w:p w:rsidR="00C90988" w:rsidRDefault="00C90988" w:rsidP="00C90988">
      <w:pPr>
        <w:pStyle w:val="NoSpacing"/>
        <w:numPr>
          <w:ilvl w:val="0"/>
          <w:numId w:val="1"/>
        </w:numPr>
      </w:pPr>
      <w:r>
        <w:t>How should a test tube be heated?</w:t>
      </w:r>
    </w:p>
    <w:p w:rsidR="00C90988" w:rsidRDefault="00C90988" w:rsidP="00C90988">
      <w:pPr>
        <w:pStyle w:val="NoSpacing"/>
        <w:numPr>
          <w:ilvl w:val="0"/>
          <w:numId w:val="1"/>
        </w:numPr>
      </w:pPr>
      <w:r>
        <w:t>If you are unable to light a burner, what should be done before looking for new equipment?</w:t>
      </w:r>
    </w:p>
    <w:p w:rsidR="00C90988" w:rsidRDefault="00C90988" w:rsidP="00C90988">
      <w:pPr>
        <w:pStyle w:val="NoSpacing"/>
        <w:numPr>
          <w:ilvl w:val="0"/>
          <w:numId w:val="1"/>
        </w:numPr>
      </w:pPr>
      <w:r>
        <w:t xml:space="preserve">How is a really small </w:t>
      </w:r>
      <w:r w:rsidR="005A5D00">
        <w:t xml:space="preserve">and really big </w:t>
      </w:r>
      <w:r>
        <w:t>number put into scientific notation?</w:t>
      </w:r>
    </w:p>
    <w:p w:rsidR="00C90988" w:rsidRDefault="00C90988" w:rsidP="00C90988">
      <w:pPr>
        <w:pStyle w:val="NoSpacing"/>
        <w:numPr>
          <w:ilvl w:val="0"/>
          <w:numId w:val="1"/>
        </w:numPr>
      </w:pPr>
      <w:r>
        <w:t>Describe the motion of the particles of a solid.</w:t>
      </w:r>
    </w:p>
    <w:p w:rsidR="00C90988" w:rsidRDefault="00C90988" w:rsidP="00C81CB1">
      <w:pPr>
        <w:pStyle w:val="NoSpacing"/>
        <w:numPr>
          <w:ilvl w:val="0"/>
          <w:numId w:val="1"/>
        </w:numPr>
      </w:pPr>
      <w:r>
        <w:t>What is the difference between a physical and chemical property?</w:t>
      </w:r>
    </w:p>
    <w:p w:rsidR="00C90988" w:rsidRDefault="00C90988" w:rsidP="00C90988">
      <w:pPr>
        <w:pStyle w:val="NoSpacing"/>
        <w:numPr>
          <w:ilvl w:val="0"/>
          <w:numId w:val="1"/>
        </w:numPr>
      </w:pPr>
      <w:r>
        <w:t>What kind of container should be used to heat a chemical?</w:t>
      </w:r>
    </w:p>
    <w:p w:rsidR="00C90988" w:rsidRDefault="00E67F8E" w:rsidP="00C90988">
      <w:pPr>
        <w:pStyle w:val="NoSpacing"/>
        <w:numPr>
          <w:ilvl w:val="0"/>
          <w:numId w:val="1"/>
        </w:numPr>
      </w:pPr>
      <w:r>
        <w:t>How is density calculated?</w:t>
      </w:r>
    </w:p>
    <w:p w:rsidR="00E67F8E" w:rsidRDefault="00E67F8E" w:rsidP="00C90988">
      <w:pPr>
        <w:pStyle w:val="NoSpacing"/>
        <w:numPr>
          <w:ilvl w:val="0"/>
          <w:numId w:val="1"/>
        </w:numPr>
      </w:pPr>
      <w:r>
        <w:t>How is volume calculated from density and mass?</w:t>
      </w:r>
    </w:p>
    <w:p w:rsidR="00E67F8E" w:rsidRDefault="00E67F8E" w:rsidP="00C90988">
      <w:pPr>
        <w:pStyle w:val="NoSpacing"/>
        <w:numPr>
          <w:ilvl w:val="0"/>
          <w:numId w:val="1"/>
        </w:numPr>
      </w:pPr>
      <w:r>
        <w:t>What are the metric prefixes, in order, from Mega to Micro?</w:t>
      </w:r>
    </w:p>
    <w:p w:rsidR="00C81CB1" w:rsidRDefault="00C81CB1" w:rsidP="00C90988">
      <w:pPr>
        <w:pStyle w:val="NoSpacing"/>
        <w:numPr>
          <w:ilvl w:val="0"/>
          <w:numId w:val="1"/>
        </w:numPr>
      </w:pPr>
      <w:r>
        <w:t xml:space="preserve">Do metals have high or low </w:t>
      </w:r>
      <w:r w:rsidR="00E67F8E">
        <w:t>melting point</w:t>
      </w:r>
      <w:r>
        <w:t>s?  Non metals?</w:t>
      </w:r>
    </w:p>
    <w:p w:rsidR="00E67F8E" w:rsidRDefault="00C81CB1" w:rsidP="00C90988">
      <w:pPr>
        <w:pStyle w:val="NoSpacing"/>
        <w:numPr>
          <w:ilvl w:val="0"/>
          <w:numId w:val="1"/>
        </w:numPr>
      </w:pPr>
      <w:r>
        <w:t>Do metals conduct heat and electricity well? Non metals?</w:t>
      </w:r>
    </w:p>
    <w:p w:rsidR="00E67F8E" w:rsidRDefault="00E67F8E" w:rsidP="00C90988">
      <w:pPr>
        <w:pStyle w:val="NoSpacing"/>
        <w:numPr>
          <w:ilvl w:val="0"/>
          <w:numId w:val="1"/>
        </w:numPr>
      </w:pPr>
      <w:r>
        <w:t>What does a balance measure?</w:t>
      </w:r>
    </w:p>
    <w:p w:rsidR="00E67F8E" w:rsidRDefault="005A5D00" w:rsidP="00C90988">
      <w:pPr>
        <w:pStyle w:val="NoSpacing"/>
        <w:numPr>
          <w:ilvl w:val="0"/>
          <w:numId w:val="1"/>
        </w:numPr>
      </w:pPr>
      <w:r>
        <w:t>What is a balanced chemical reaction?</w:t>
      </w:r>
    </w:p>
    <w:p w:rsidR="005A5D00" w:rsidRDefault="005A5D00" w:rsidP="00C90988">
      <w:pPr>
        <w:pStyle w:val="NoSpacing"/>
        <w:numPr>
          <w:ilvl w:val="0"/>
          <w:numId w:val="1"/>
        </w:numPr>
      </w:pPr>
      <w:r>
        <w:t xml:space="preserve">What are the rules </w:t>
      </w:r>
      <w:r w:rsidR="00835A0B">
        <w:t xml:space="preserve">for determining the number of </w:t>
      </w:r>
      <w:r>
        <w:t>significant digits?</w:t>
      </w:r>
    </w:p>
    <w:p w:rsidR="005A5D00" w:rsidRDefault="005A5D00" w:rsidP="00C90988">
      <w:pPr>
        <w:pStyle w:val="NoSpacing"/>
        <w:numPr>
          <w:ilvl w:val="0"/>
          <w:numId w:val="1"/>
        </w:numPr>
      </w:pPr>
      <w:r>
        <w:t>What is the difference between accuracy and precision?</w:t>
      </w:r>
    </w:p>
    <w:p w:rsidR="005A5D00" w:rsidRDefault="005A5D00" w:rsidP="00C90988">
      <w:pPr>
        <w:pStyle w:val="NoSpacing"/>
        <w:numPr>
          <w:ilvl w:val="0"/>
          <w:numId w:val="1"/>
        </w:numPr>
      </w:pPr>
      <w:r>
        <w:t>How does a graph look with directly proportional data?</w:t>
      </w:r>
    </w:p>
    <w:p w:rsidR="005A5D00" w:rsidRDefault="005A5D00" w:rsidP="00C90988">
      <w:pPr>
        <w:pStyle w:val="NoSpacing"/>
        <w:numPr>
          <w:ilvl w:val="0"/>
          <w:numId w:val="1"/>
        </w:numPr>
      </w:pPr>
      <w:r>
        <w:t>What do the dots of a dot diagram represent?</w:t>
      </w:r>
      <w:r w:rsidR="00835A0B">
        <w:t xml:space="preserve"> (p.s. define the word valence in the answer somehow)</w:t>
      </w:r>
    </w:p>
    <w:p w:rsidR="005A5D00" w:rsidRDefault="005A5D00" w:rsidP="00C90988">
      <w:pPr>
        <w:pStyle w:val="NoSpacing"/>
        <w:numPr>
          <w:ilvl w:val="0"/>
          <w:numId w:val="1"/>
        </w:numPr>
      </w:pPr>
      <w:r>
        <w:t>What kind of bond is formed when electrons transfer from a metal to a nonmetal?</w:t>
      </w:r>
    </w:p>
    <w:p w:rsidR="005A5D00" w:rsidRDefault="007A42C1" w:rsidP="00C90988">
      <w:pPr>
        <w:pStyle w:val="NoSpacing"/>
        <w:numPr>
          <w:ilvl w:val="0"/>
          <w:numId w:val="1"/>
        </w:numPr>
      </w:pPr>
      <w:r>
        <w:t>What are physical characteristics of nonmetals?</w:t>
      </w:r>
    </w:p>
    <w:p w:rsidR="007A42C1" w:rsidRDefault="007A42C1" w:rsidP="00C90988">
      <w:pPr>
        <w:pStyle w:val="NoSpacing"/>
        <w:numPr>
          <w:ilvl w:val="0"/>
          <w:numId w:val="1"/>
        </w:numPr>
      </w:pPr>
      <w:r>
        <w:t>What is the charge of an alpha particle?</w:t>
      </w:r>
    </w:p>
    <w:p w:rsidR="007A42C1" w:rsidRDefault="007A42C1" w:rsidP="00C90988">
      <w:pPr>
        <w:pStyle w:val="NoSpacing"/>
        <w:numPr>
          <w:ilvl w:val="0"/>
          <w:numId w:val="1"/>
        </w:numPr>
      </w:pPr>
      <w:r>
        <w:t>What is strange about the mass</w:t>
      </w:r>
      <w:r w:rsidR="00777285">
        <w:t>es</w:t>
      </w:r>
      <w:r>
        <w:t xml:space="preserve"> of argon and potassium?</w:t>
      </w:r>
      <w:r w:rsidR="00835A0B">
        <w:t xml:space="preserve"> (</w:t>
      </w:r>
      <w:proofErr w:type="gramStart"/>
      <w:r w:rsidR="00835A0B">
        <w:t>why</w:t>
      </w:r>
      <w:proofErr w:type="gramEnd"/>
      <w:r w:rsidR="00835A0B">
        <w:t xml:space="preserve"> is argon heavier?)</w:t>
      </w:r>
    </w:p>
    <w:p w:rsidR="007A42C1" w:rsidRDefault="00777285" w:rsidP="00C90988">
      <w:pPr>
        <w:pStyle w:val="NoSpacing"/>
        <w:numPr>
          <w:ilvl w:val="0"/>
          <w:numId w:val="1"/>
        </w:numPr>
      </w:pPr>
      <w:r>
        <w:t>What is a half life?</w:t>
      </w:r>
    </w:p>
    <w:p w:rsidR="00777285" w:rsidRDefault="00777285" w:rsidP="00C90988">
      <w:pPr>
        <w:pStyle w:val="NoSpacing"/>
        <w:numPr>
          <w:ilvl w:val="0"/>
          <w:numId w:val="1"/>
        </w:numPr>
      </w:pPr>
      <w:r>
        <w:t>What is used to find the mass of an atom?</w:t>
      </w:r>
    </w:p>
    <w:p w:rsidR="00777285" w:rsidRDefault="00777285" w:rsidP="00C90988">
      <w:pPr>
        <w:pStyle w:val="NoSpacing"/>
        <w:numPr>
          <w:ilvl w:val="0"/>
          <w:numId w:val="1"/>
        </w:numPr>
      </w:pPr>
      <w:r>
        <w:t>What is used to find the protons in an atom?</w:t>
      </w:r>
    </w:p>
    <w:p w:rsidR="00777285" w:rsidRDefault="00777285" w:rsidP="00C90988">
      <w:pPr>
        <w:pStyle w:val="NoSpacing"/>
        <w:numPr>
          <w:ilvl w:val="0"/>
          <w:numId w:val="1"/>
        </w:numPr>
      </w:pPr>
      <w:r>
        <w:t>What is a polyatomic ion?</w:t>
      </w:r>
    </w:p>
    <w:p w:rsidR="00777285" w:rsidRDefault="00777285" w:rsidP="00C90988">
      <w:pPr>
        <w:pStyle w:val="NoSpacing"/>
        <w:numPr>
          <w:ilvl w:val="0"/>
          <w:numId w:val="1"/>
        </w:numPr>
      </w:pPr>
      <w:r>
        <w:t>Why do the noble gases not form compounds?</w:t>
      </w:r>
    </w:p>
    <w:p w:rsidR="00777285" w:rsidRDefault="00777285" w:rsidP="00C90988">
      <w:pPr>
        <w:pStyle w:val="NoSpacing"/>
        <w:numPr>
          <w:ilvl w:val="0"/>
          <w:numId w:val="1"/>
        </w:numPr>
      </w:pPr>
      <w:r>
        <w:t>How many valence electrons does every element in group 1 have?</w:t>
      </w:r>
    </w:p>
    <w:p w:rsidR="00777285" w:rsidRDefault="00777285" w:rsidP="00C90988">
      <w:pPr>
        <w:pStyle w:val="NoSpacing"/>
        <w:numPr>
          <w:ilvl w:val="0"/>
          <w:numId w:val="1"/>
        </w:numPr>
      </w:pPr>
      <w:r>
        <w:t>What is a compound?</w:t>
      </w:r>
    </w:p>
    <w:p w:rsidR="00777285" w:rsidRDefault="00777285" w:rsidP="00C90988">
      <w:pPr>
        <w:pStyle w:val="NoSpacing"/>
        <w:numPr>
          <w:ilvl w:val="0"/>
          <w:numId w:val="1"/>
        </w:numPr>
      </w:pPr>
      <w:r>
        <w:t>What is an isotope?</w:t>
      </w:r>
    </w:p>
    <w:p w:rsidR="00777285" w:rsidRDefault="00777285" w:rsidP="00C90988">
      <w:pPr>
        <w:pStyle w:val="NoSpacing"/>
        <w:numPr>
          <w:ilvl w:val="0"/>
          <w:numId w:val="1"/>
        </w:numPr>
      </w:pPr>
      <w:r>
        <w:t xml:space="preserve">Which group of elements </w:t>
      </w:r>
      <w:r w:rsidR="00624200">
        <w:t>is</w:t>
      </w:r>
      <w:r>
        <w:t xml:space="preserve"> diatomic?</w:t>
      </w:r>
      <w:r w:rsidR="00835A0B">
        <w:t xml:space="preserve"> (solid, liquid, or gasses)</w:t>
      </w:r>
    </w:p>
    <w:p w:rsidR="00777285" w:rsidRDefault="00777285" w:rsidP="00C90988">
      <w:pPr>
        <w:pStyle w:val="NoSpacing"/>
        <w:numPr>
          <w:ilvl w:val="0"/>
          <w:numId w:val="1"/>
        </w:numPr>
      </w:pPr>
      <w:r>
        <w:t>How is the number of dots for a dot diagram determined?</w:t>
      </w:r>
    </w:p>
    <w:p w:rsidR="000956A8" w:rsidRDefault="000956A8" w:rsidP="00C90988">
      <w:pPr>
        <w:pStyle w:val="NoSpacing"/>
        <w:numPr>
          <w:ilvl w:val="0"/>
          <w:numId w:val="1"/>
        </w:numPr>
      </w:pPr>
      <w:r>
        <w:t>What types of elements form a covalent bond?</w:t>
      </w:r>
    </w:p>
    <w:p w:rsidR="000956A8" w:rsidRDefault="000956A8" w:rsidP="00C90988">
      <w:pPr>
        <w:pStyle w:val="NoSpacing"/>
        <w:numPr>
          <w:ilvl w:val="0"/>
          <w:numId w:val="1"/>
        </w:numPr>
      </w:pPr>
      <w:r>
        <w:t>What types of elements form an ionic bond?</w:t>
      </w:r>
    </w:p>
    <w:p w:rsidR="000956A8" w:rsidRDefault="000956A8" w:rsidP="00C90988">
      <w:pPr>
        <w:pStyle w:val="NoSpacing"/>
        <w:numPr>
          <w:ilvl w:val="0"/>
          <w:numId w:val="1"/>
        </w:numPr>
      </w:pPr>
      <w:r>
        <w:t>How did Mos</w:t>
      </w:r>
      <w:r w:rsidR="00624200">
        <w:t>e</w:t>
      </w:r>
      <w:r>
        <w:t>ley rearrange the periodic table?</w:t>
      </w:r>
    </w:p>
    <w:p w:rsidR="000956A8" w:rsidRDefault="000956A8" w:rsidP="00C90988">
      <w:pPr>
        <w:pStyle w:val="NoSpacing"/>
        <w:numPr>
          <w:ilvl w:val="0"/>
          <w:numId w:val="1"/>
        </w:numPr>
      </w:pPr>
      <w:r>
        <w:t>Which side of the periodic table will most likely lose electrons?</w:t>
      </w:r>
    </w:p>
    <w:p w:rsidR="000956A8" w:rsidRDefault="000956A8" w:rsidP="00C90988">
      <w:pPr>
        <w:pStyle w:val="NoSpacing"/>
        <w:numPr>
          <w:ilvl w:val="0"/>
          <w:numId w:val="1"/>
        </w:numPr>
      </w:pPr>
      <w:r>
        <w:t xml:space="preserve">Which </w:t>
      </w:r>
      <w:proofErr w:type="gramStart"/>
      <w:r>
        <w:t>side of the periodic table will</w:t>
      </w:r>
      <w:proofErr w:type="gramEnd"/>
      <w:r>
        <w:t xml:space="preserve"> most likely gain electrons?</w:t>
      </w:r>
    </w:p>
    <w:p w:rsidR="000956A8" w:rsidRDefault="000956A8" w:rsidP="00C90988">
      <w:pPr>
        <w:pStyle w:val="NoSpacing"/>
        <w:numPr>
          <w:ilvl w:val="0"/>
          <w:numId w:val="1"/>
        </w:numPr>
      </w:pPr>
      <w:r>
        <w:t>What is the name for the d-orbital elements on the periodic table?</w:t>
      </w:r>
      <w:r w:rsidR="00835A0B">
        <w:t xml:space="preserve"> </w:t>
      </w:r>
      <w:proofErr w:type="spellStart"/>
      <w:r w:rsidR="00835A0B">
        <w:t>Tra</w:t>
      </w:r>
      <w:proofErr w:type="spellEnd"/>
      <w:r w:rsidR="00835A0B">
        <w:t>________ _________</w:t>
      </w:r>
    </w:p>
    <w:p w:rsidR="000956A8" w:rsidRPr="00C90988" w:rsidRDefault="000956A8" w:rsidP="00C90988">
      <w:pPr>
        <w:pStyle w:val="NoSpacing"/>
        <w:numPr>
          <w:ilvl w:val="0"/>
          <w:numId w:val="1"/>
        </w:numPr>
      </w:pPr>
      <w:r>
        <w:t xml:space="preserve">Where </w:t>
      </w:r>
      <w:proofErr w:type="gramStart"/>
      <w:r>
        <w:t>are</w:t>
      </w:r>
      <w:proofErr w:type="gramEnd"/>
      <w:r>
        <w:t xml:space="preserve"> the metalloid elements found?</w:t>
      </w:r>
    </w:p>
    <w:sectPr w:rsidR="000956A8" w:rsidRPr="00C90988" w:rsidSect="008B3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44A09"/>
    <w:multiLevelType w:val="hybridMultilevel"/>
    <w:tmpl w:val="0A12AD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attachedTemplate r:id="rId1"/>
  <w:stylePaneFormatFilter w:val="1204"/>
  <w:defaultTabStop w:val="720"/>
  <w:characterSpacingControl w:val="doNotCompress"/>
  <w:compat/>
  <w:rsids>
    <w:rsidRoot w:val="00C90988"/>
    <w:rsid w:val="00007FFB"/>
    <w:rsid w:val="000956A8"/>
    <w:rsid w:val="00271E24"/>
    <w:rsid w:val="003652C8"/>
    <w:rsid w:val="0044540B"/>
    <w:rsid w:val="00536523"/>
    <w:rsid w:val="00584B69"/>
    <w:rsid w:val="005A5D00"/>
    <w:rsid w:val="00624200"/>
    <w:rsid w:val="00625AEE"/>
    <w:rsid w:val="00636465"/>
    <w:rsid w:val="0076192B"/>
    <w:rsid w:val="00777285"/>
    <w:rsid w:val="007A42C1"/>
    <w:rsid w:val="00801428"/>
    <w:rsid w:val="00835A0B"/>
    <w:rsid w:val="00885D49"/>
    <w:rsid w:val="008B32E7"/>
    <w:rsid w:val="009323E0"/>
    <w:rsid w:val="0093359E"/>
    <w:rsid w:val="00976CE1"/>
    <w:rsid w:val="00AF46F9"/>
    <w:rsid w:val="00B3789A"/>
    <w:rsid w:val="00B42620"/>
    <w:rsid w:val="00BC54C5"/>
    <w:rsid w:val="00BD2E8F"/>
    <w:rsid w:val="00C56FAF"/>
    <w:rsid w:val="00C81CB1"/>
    <w:rsid w:val="00C877D5"/>
    <w:rsid w:val="00C90988"/>
    <w:rsid w:val="00CC2CC3"/>
    <w:rsid w:val="00CC3115"/>
    <w:rsid w:val="00D24C12"/>
    <w:rsid w:val="00D96F41"/>
    <w:rsid w:val="00E6666A"/>
    <w:rsid w:val="00E67F8E"/>
    <w:rsid w:val="00F64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3652C8"/>
    <w:pPr>
      <w:spacing w:after="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B69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B69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B69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B69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B69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B69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B69"/>
    <w:pPr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B69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B69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Default"/>
    <w:basedOn w:val="Normal"/>
    <w:uiPriority w:val="1"/>
    <w:rsid w:val="00584B69"/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584B6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84B6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4B6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84B6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4B6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4B6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4B6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4B6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4B6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4B6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84B69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4B6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B69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84B6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584B69"/>
    <w:rPr>
      <w:b/>
      <w:bCs/>
    </w:rPr>
  </w:style>
  <w:style w:type="character" w:styleId="Emphasis">
    <w:name w:val="Emphasis"/>
    <w:uiPriority w:val="20"/>
    <w:qFormat/>
    <w:rsid w:val="00584B6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584B69"/>
    <w:pPr>
      <w:spacing w:before="200"/>
      <w:ind w:left="360" w:right="360"/>
    </w:pPr>
    <w:rPr>
      <w:i/>
      <w:iCs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584B6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B6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4B69"/>
    <w:rPr>
      <w:b/>
      <w:bCs/>
      <w:i/>
      <w:iCs/>
    </w:rPr>
  </w:style>
  <w:style w:type="character" w:styleId="SubtleEmphasis">
    <w:name w:val="Subtle Emphasis"/>
    <w:uiPriority w:val="19"/>
    <w:qFormat/>
    <w:rsid w:val="00584B69"/>
    <w:rPr>
      <w:i/>
      <w:iCs/>
    </w:rPr>
  </w:style>
  <w:style w:type="character" w:styleId="IntenseEmphasis">
    <w:name w:val="Intense Emphasis"/>
    <w:uiPriority w:val="21"/>
    <w:qFormat/>
    <w:rsid w:val="00584B69"/>
    <w:rPr>
      <w:b/>
      <w:bCs/>
    </w:rPr>
  </w:style>
  <w:style w:type="character" w:styleId="SubtleReference">
    <w:name w:val="Subtle Reference"/>
    <w:uiPriority w:val="31"/>
    <w:qFormat/>
    <w:rsid w:val="00584B69"/>
    <w:rPr>
      <w:smallCaps/>
    </w:rPr>
  </w:style>
  <w:style w:type="character" w:styleId="IntenseReference">
    <w:name w:val="Intense Reference"/>
    <w:uiPriority w:val="32"/>
    <w:qFormat/>
    <w:rsid w:val="00584B69"/>
    <w:rPr>
      <w:smallCaps/>
      <w:spacing w:val="5"/>
      <w:u w:val="single"/>
    </w:rPr>
  </w:style>
  <w:style w:type="character" w:styleId="BookTitle">
    <w:name w:val="Book Title"/>
    <w:uiPriority w:val="33"/>
    <w:qFormat/>
    <w:rsid w:val="00584B6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B6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BELLAND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CFE722EE-788A-4DE5-8005-326A45F5A7E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Birdville ISD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Internal User</dc:creator>
  <cp:keywords/>
  <dc:description/>
  <cp:lastModifiedBy>Internal User</cp:lastModifiedBy>
  <cp:revision>2</cp:revision>
  <dcterms:created xsi:type="dcterms:W3CDTF">2010-12-07T19:34:00Z</dcterms:created>
  <dcterms:modified xsi:type="dcterms:W3CDTF">2010-12-07T19:34:00Z</dcterms:modified>
</cp:coreProperties>
</file>